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="001639AF" w:rsidRPr="004F5920" w14:paraId="50B7691D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D9D9D9"/>
          </w:tcPr>
          <w:p w14:paraId="0014F8E6" w14:textId="2173C994" w:rsidR="001639AF" w:rsidRPr="0068759C" w:rsidRDefault="0068759C" w:rsidP="00DC2D35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id="0" w:name="CaseACocher17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</w:t>
            </w:r>
            <w:r w:rsidR="006823DC">
              <w:rPr>
                <w:rFonts w:cs="Arial"/>
                <w:sz w:val="32"/>
                <w:szCs w:val="32"/>
                <w:lang w:val="fr-FR"/>
              </w:rPr>
              <w:t>4</w:t>
            </w:r>
            <w:r w:rsidRPr="0068759C">
              <w:rPr>
                <w:rFonts w:cs="Arial"/>
                <w:sz w:val="32"/>
                <w:szCs w:val="32"/>
                <w:lang w:val="fr-FR"/>
              </w:rPr>
              <w:t xml:space="preserve"> : </w:t>
            </w:r>
            <w:r w:rsidR="008A3F1E" w:rsidRPr="0068759C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="005D6C9B" w:rsidRPr="0068759C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="00DC2D35" w:rsidRPr="0068759C">
              <w:rPr>
                <w:rFonts w:cs="Arial"/>
                <w:sz w:val="32"/>
                <w:szCs w:val="32"/>
                <w:lang w:val="fr-FR"/>
              </w:rPr>
              <w:t>presta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sz="4" w:space="0" w:color="auto"/>
            </w:tcBorders>
          </w:tcPr>
          <w:p w14:paraId="3F9D4EA5" w14:textId="77777777" w:rsidR="00B462F3" w:rsidRPr="00E271C3" w:rsidRDefault="00732F2E" w:rsidP="003300FF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E271C3">
              <w:rPr>
                <w:b/>
                <w:sz w:val="14"/>
                <w:lang w:val="fr-FR"/>
              </w:rPr>
              <w:t>GIZ Mali</w:t>
            </w:r>
          </w:p>
          <w:p w14:paraId="10DEE78A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14:paraId="526540D8" w14:textId="77777777" w:rsidR="004F5920" w:rsidRPr="00E271C3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E271C3">
              <w:rPr>
                <w:sz w:val="14"/>
                <w:szCs w:val="14"/>
                <w:lang w:val="fr-FR"/>
              </w:rPr>
              <w:t xml:space="preserve">Badalabougou Est, </w:t>
            </w:r>
          </w:p>
          <w:p w14:paraId="117582A7" w14:textId="77777777" w:rsidR="001639AF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14:paraId="6421EE86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14:paraId="04C86AD1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14:paraId="17B68921" w14:textId="77777777" w:rsidR="004F5920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="001639AF" w:rsidRPr="000C7EBC" w14:paraId="290FF8E8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</w:tcPr>
          <w:p w14:paraId="27486B3B" w14:textId="77777777" w:rsidR="0034399E" w:rsidRPr="00DF277C" w:rsidRDefault="0034399E" w:rsidP="00A2028E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14:paraId="20468D47" w14:textId="77777777" w:rsidR="009622D3" w:rsidRPr="008A3F1E" w:rsidRDefault="00CC231D" w:rsidP="00A2028E">
            <w:pPr>
              <w:spacing w:before="120" w:after="60"/>
              <w:ind w:left="142"/>
              <w:rPr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22D3" w:rsidRPr="002753CE">
              <w:rPr>
                <w:b/>
                <w:lang w:val="fr-FR"/>
              </w:rPr>
              <w:instrText xml:space="preserve"> FORMCHECKBOX </w:instrText>
            </w:r>
            <w:r w:rsidR="00000000">
              <w:rPr>
                <w:b/>
              </w:rPr>
            </w:r>
            <w:r w:rsidR="00000000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9622D3" w:rsidRPr="009622D3">
              <w:rPr>
                <w:b/>
                <w:lang w:val="fr-FR"/>
              </w:rPr>
              <w:t xml:space="preserve"> </w:t>
            </w:r>
            <w:r w:rsidR="008A3F1E" w:rsidRPr="006A3F10">
              <w:rPr>
                <w:lang w:val="fr-FR"/>
              </w:rPr>
              <w:t>S</w:t>
            </w:r>
            <w:r w:rsidR="0034399E" w:rsidRPr="006A3F10">
              <w:rPr>
                <w:lang w:val="fr-FR"/>
              </w:rPr>
              <w:t>ociété / B</w:t>
            </w:r>
            <w:r w:rsidR="009622D3" w:rsidRPr="006A3F10">
              <w:rPr>
                <w:lang w:val="fr-FR"/>
              </w:rPr>
              <w:t xml:space="preserve">ureau </w:t>
            </w:r>
            <w:bookmarkStart w:id="1" w:name="CaseACocher18"/>
            <w:r w:rsidR="009622D3" w:rsidRPr="006A3F10">
              <w:rPr>
                <w:lang w:val="fr-FR"/>
              </w:rPr>
              <w:t>d’études</w:t>
            </w:r>
            <w:bookmarkEnd w:id="1"/>
            <w:r w:rsidR="00A2028E" w:rsidRPr="006A3F10">
              <w:rPr>
                <w:lang w:val="fr-FR"/>
              </w:rPr>
              <w:t xml:space="preserve"> national(e)</w:t>
            </w:r>
          </w:p>
          <w:p w14:paraId="0CF8F636" w14:textId="5B03C0C1" w:rsidR="00A2028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28E" w:rsidRPr="008A3F1E">
              <w:rPr>
                <w:lang w:val="fr-FR"/>
              </w:rPr>
              <w:instrText xml:space="preserve"> FORMCHECKBOX </w:instrText>
            </w:r>
            <w:r w:rsidR="00000000">
              <w:fldChar w:fldCharType="separate"/>
            </w:r>
            <w:r w:rsidRPr="008A3F1E">
              <w:fldChar w:fldCharType="end"/>
            </w:r>
            <w:r w:rsidR="00A2028E" w:rsidRPr="00A2028E">
              <w:rPr>
                <w:lang w:val="fr-FR"/>
              </w:rPr>
              <w:t xml:space="preserve"> </w:t>
            </w:r>
            <w:r w:rsidR="00A2028E" w:rsidRPr="006A3F10">
              <w:rPr>
                <w:highlight w:val="yellow"/>
                <w:lang w:val="fr-FR"/>
              </w:rPr>
              <w:t xml:space="preserve">Consultant </w:t>
            </w:r>
            <w:r w:rsidR="0034399E" w:rsidRPr="006A3F10">
              <w:rPr>
                <w:highlight w:val="yellow"/>
                <w:lang w:val="fr-FR"/>
              </w:rPr>
              <w:t>indépendant</w:t>
            </w:r>
            <w:r w:rsidR="0034399E">
              <w:rPr>
                <w:lang w:val="fr-FR"/>
              </w:rPr>
              <w:t xml:space="preserve"> </w:t>
            </w:r>
          </w:p>
          <w:p w14:paraId="460A34DB" w14:textId="77777777" w:rsidR="0034399E" w:rsidRDefault="00CC231D" w:rsidP="00A2028E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="00000000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Consultant fonctionnaire de l‘Etat</w:t>
            </w:r>
          </w:p>
          <w:p w14:paraId="109A9B17" w14:textId="77777777" w:rsidR="0034399E" w:rsidRPr="0034399E" w:rsidRDefault="00CC231D" w:rsidP="004F5920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399E" w:rsidRPr="008A3F1E">
              <w:rPr>
                <w:lang w:val="fr-FR"/>
              </w:rPr>
              <w:instrText xml:space="preserve"> FORMCHECKBOX </w:instrText>
            </w:r>
            <w:r w:rsidR="00000000">
              <w:fldChar w:fldCharType="separate"/>
            </w:r>
            <w:r w:rsidRPr="008A3F1E">
              <w:fldChar w:fldCharType="end"/>
            </w:r>
            <w:r w:rsidR="0034399E" w:rsidRPr="0034399E">
              <w:rPr>
                <w:lang w:val="fr-FR"/>
              </w:rPr>
              <w:t xml:space="preserve"> </w:t>
            </w:r>
            <w:r w:rsidR="004F5920">
              <w:rPr>
                <w:lang w:val="fr-FR"/>
              </w:rPr>
              <w:t>Bénéficiaire de</w:t>
            </w:r>
            <w:r w:rsidR="0034399E">
              <w:rPr>
                <w:lang w:val="fr-FR"/>
              </w:rPr>
              <w:t xml:space="preserve"> subvention locale</w:t>
            </w:r>
            <w:r w:rsidR="00101B21">
              <w:rPr>
                <w:lang w:val="fr-FR"/>
              </w:rPr>
              <w:t xml:space="preserve"> / Financement</w:t>
            </w: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14:paraId="163C798E" w14:textId="77777777" w:rsidR="001639AF" w:rsidRPr="001639AF" w:rsidRDefault="001639AF" w:rsidP="001639AF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</w:tbl>
    <w:p w14:paraId="64CC9839" w14:textId="77777777" w:rsidR="00101B21" w:rsidRPr="00410708" w:rsidRDefault="00101B21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462F3" w:rsidRPr="0034399E" w14:paraId="396663D7" w14:textId="77777777" w:rsidTr="00B462F3">
        <w:trPr>
          <w:cantSplit/>
        </w:trPr>
        <w:tc>
          <w:tcPr>
            <w:tcW w:w="9851" w:type="dxa"/>
            <w:shd w:val="clear" w:color="auto" w:fill="BFBFBF"/>
          </w:tcPr>
          <w:p w14:paraId="17F8A88A" w14:textId="77777777" w:rsidR="00B462F3" w:rsidRDefault="000274AD" w:rsidP="000274AD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8A3F1E" w:rsidRPr="000C7EBC" w14:paraId="554F0C08" w14:textId="77777777" w:rsidTr="00E64742">
        <w:trPr>
          <w:cantSplit/>
          <w:trHeight w:val="437"/>
        </w:trPr>
        <w:tc>
          <w:tcPr>
            <w:tcW w:w="9851" w:type="dxa"/>
          </w:tcPr>
          <w:p w14:paraId="2F6BCAC7" w14:textId="2D4EC25F" w:rsidR="004F5920" w:rsidRPr="00B462F3" w:rsidRDefault="000274AD" w:rsidP="00E64742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 xml:space="preserve">Nom </w:t>
            </w:r>
            <w:r w:rsidR="006A3F10">
              <w:rPr>
                <w:sz w:val="22"/>
                <w:lang w:val="fr-FR"/>
              </w:rPr>
              <w:t xml:space="preserve">et Prénom du </w:t>
            </w:r>
            <w:proofErr w:type="gramStart"/>
            <w:r w:rsidR="006A3F10">
              <w:rPr>
                <w:sz w:val="22"/>
                <w:lang w:val="fr-FR"/>
              </w:rPr>
              <w:t xml:space="preserve">consultant </w:t>
            </w:r>
            <w:r w:rsidR="00E64742">
              <w:rPr>
                <w:sz w:val="22"/>
                <w:lang w:val="fr-FR"/>
              </w:rPr>
              <w:t xml:space="preserve"> </w:t>
            </w:r>
            <w:r w:rsidR="004F5920">
              <w:rPr>
                <w:sz w:val="22"/>
                <w:lang w:val="fr-FR"/>
              </w:rPr>
              <w:t>:</w:t>
            </w:r>
            <w:proofErr w:type="gramEnd"/>
          </w:p>
        </w:tc>
      </w:tr>
      <w:tr w:rsidR="000274AD" w:rsidRPr="00F33AD8" w14:paraId="6036F81F" w14:textId="77777777" w:rsidTr="00B462F3">
        <w:trPr>
          <w:cantSplit/>
        </w:trPr>
        <w:tc>
          <w:tcPr>
            <w:tcW w:w="9851" w:type="dxa"/>
          </w:tcPr>
          <w:p w14:paraId="25704C97" w14:textId="77777777" w:rsidR="000274AD" w:rsidRPr="009972C0" w:rsidRDefault="004F5920" w:rsidP="004C40FB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</w:p>
        </w:tc>
      </w:tr>
    </w:tbl>
    <w:p w14:paraId="5BA39535" w14:textId="77777777" w:rsidR="009972C0" w:rsidRDefault="009972C0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9972C0" w:rsidRPr="008A3F1E" w14:paraId="6E674167" w14:textId="77777777" w:rsidTr="009972C0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DA00186" w14:textId="77777777" w:rsidR="009972C0" w:rsidRPr="009972C0" w:rsidRDefault="009972C0" w:rsidP="00B462F3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9972C0">
              <w:rPr>
                <w:b/>
                <w:sz w:val="22"/>
                <w:lang w:val="fr-FR"/>
              </w:rPr>
              <w:t>Résidence</w:t>
            </w:r>
            <w:r>
              <w:rPr>
                <w:b/>
                <w:sz w:val="22"/>
                <w:lang w:val="fr-FR"/>
              </w:rPr>
              <w:t xml:space="preserve"> et coordonnées </w:t>
            </w:r>
          </w:p>
        </w:tc>
      </w:tr>
      <w:tr w:rsidR="008A3F1E" w:rsidRPr="000C7EBC" w14:paraId="6E9531B1" w14:textId="77777777" w:rsidTr="00B462F3">
        <w:trPr>
          <w:cantSplit/>
        </w:trPr>
        <w:tc>
          <w:tcPr>
            <w:tcW w:w="9851" w:type="dxa"/>
            <w:tcBorders>
              <w:bottom w:val="single" w:sz="4" w:space="0" w:color="auto"/>
            </w:tcBorders>
          </w:tcPr>
          <w:p w14:paraId="0A44F073" w14:textId="411B657E" w:rsidR="009972C0" w:rsidRDefault="008A3F1E" w:rsidP="009D397C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="00A2028E" w:rsidRPr="00A2028E">
              <w:rPr>
                <w:sz w:val="16"/>
                <w:szCs w:val="16"/>
                <w:lang w:val="fr-FR"/>
              </w:rPr>
              <w:t>(rue et n°, code postal, ville)</w:t>
            </w:r>
            <w:r w:rsidR="00E64742">
              <w:rPr>
                <w:sz w:val="16"/>
                <w:szCs w:val="16"/>
                <w:lang w:val="fr-FR"/>
              </w:rPr>
              <w:t xml:space="preserve"> &amp; </w:t>
            </w:r>
            <w:r w:rsidR="00E64742">
              <w:rPr>
                <w:sz w:val="22"/>
                <w:lang w:val="fr-FR"/>
              </w:rPr>
              <w:t>Numéro de téléphone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  <w:p w14:paraId="11C93223" w14:textId="77777777" w:rsidR="009D397C" w:rsidRDefault="009D397C" w:rsidP="009D397C">
            <w:pPr>
              <w:spacing w:before="120"/>
              <w:ind w:left="142"/>
              <w:rPr>
                <w:sz w:val="22"/>
                <w:lang w:val="fr-FR"/>
              </w:rPr>
            </w:pPr>
          </w:p>
        </w:tc>
      </w:tr>
      <w:tr w:rsidR="00F13CBB" w:rsidRPr="008A3F1E" w14:paraId="56F02D01" w14:textId="77777777" w:rsidTr="00B462F3">
        <w:trPr>
          <w:cantSplit/>
          <w:trHeight w:val="309"/>
        </w:trPr>
        <w:tc>
          <w:tcPr>
            <w:tcW w:w="9851" w:type="dxa"/>
          </w:tcPr>
          <w:p w14:paraId="74A0C69B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="006658A6" w:rsidRPr="00D043B6">
              <w:rPr>
                <w:sz w:val="22"/>
                <w:lang w:val="fr-FR"/>
              </w:rPr>
              <w:t>:</w:t>
            </w:r>
            <w:r w:rsidR="006658A6" w:rsidRPr="00B462F3">
              <w:rPr>
                <w:sz w:val="22"/>
                <w:lang w:val="fr-FR"/>
              </w:rPr>
              <w:t xml:space="preserve"> </w:t>
            </w:r>
          </w:p>
        </w:tc>
      </w:tr>
    </w:tbl>
    <w:p w14:paraId="64A69437" w14:textId="77777777" w:rsidR="00A2028E" w:rsidRDefault="00A2028E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"/>
        <w:gridCol w:w="9735"/>
        <w:gridCol w:w="98"/>
      </w:tblGrid>
      <w:tr w:rsidR="005E6AE4" w:rsidRPr="0034399E" w14:paraId="0214300B" w14:textId="77777777" w:rsidTr="00E64742">
        <w:trPr>
          <w:cantSplit/>
        </w:trPr>
        <w:tc>
          <w:tcPr>
            <w:tcW w:w="9851" w:type="dxa"/>
            <w:gridSpan w:val="3"/>
            <w:shd w:val="clear" w:color="auto" w:fill="BFBFBF" w:themeFill="background1" w:themeFillShade="BF"/>
          </w:tcPr>
          <w:p w14:paraId="6590E0FD" w14:textId="77777777" w:rsidR="005E6AE4" w:rsidRPr="00541E0B" w:rsidRDefault="000274AD" w:rsidP="00541E0B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Coordonnées bancaires</w:t>
            </w:r>
          </w:p>
        </w:tc>
      </w:tr>
      <w:tr w:rsidR="00A2028E" w:rsidRPr="0034399E" w14:paraId="676534B1" w14:textId="77777777" w:rsidTr="00E64742">
        <w:trPr>
          <w:cantSplit/>
        </w:trPr>
        <w:tc>
          <w:tcPr>
            <w:tcW w:w="9851" w:type="dxa"/>
            <w:gridSpan w:val="3"/>
          </w:tcPr>
          <w:p w14:paraId="5B83B936" w14:textId="77777777" w:rsidR="00A2028E" w:rsidRPr="00541E0B" w:rsidRDefault="00101B21" w:rsidP="005E6AE4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="00A2028E" w:rsidRPr="00A2028E">
              <w:rPr>
                <w:sz w:val="22"/>
                <w:szCs w:val="22"/>
                <w:lang w:val="fr-FR"/>
              </w:rPr>
              <w:t>:</w:t>
            </w:r>
            <w:r w:rsidR="00A2028E" w:rsidRPr="00A2028E">
              <w:rPr>
                <w:sz w:val="22"/>
                <w:szCs w:val="22"/>
                <w:lang w:val="fr-FR"/>
              </w:rPr>
              <w:tab/>
            </w:r>
          </w:p>
        </w:tc>
      </w:tr>
      <w:tr w:rsidR="00A2028E" w:rsidRPr="00174035" w14:paraId="07A42F44" w14:textId="77777777" w:rsidTr="00E64742">
        <w:trPr>
          <w:cantSplit/>
        </w:trPr>
        <w:tc>
          <w:tcPr>
            <w:tcW w:w="9851" w:type="dxa"/>
            <w:gridSpan w:val="3"/>
          </w:tcPr>
          <w:p w14:paraId="30A3669C" w14:textId="77777777" w:rsidR="00A7683F" w:rsidRPr="00541E0B" w:rsidRDefault="00101B21" w:rsidP="004F5920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="009972C0" w:rsidRPr="00A2028E" w14:paraId="1D65CD94" w14:textId="77777777" w:rsidTr="00E64742">
        <w:trPr>
          <w:cantSplit/>
        </w:trPr>
        <w:tc>
          <w:tcPr>
            <w:tcW w:w="9851" w:type="dxa"/>
            <w:gridSpan w:val="3"/>
          </w:tcPr>
          <w:p w14:paraId="40B5E6D8" w14:textId="77777777" w:rsidR="009972C0" w:rsidRPr="00D9045D" w:rsidRDefault="00541E0B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="00A2028E" w:rsidRPr="00A2028E" w14:paraId="56C4B34B" w14:textId="77777777" w:rsidTr="00E64742">
        <w:trPr>
          <w:cantSplit/>
        </w:trPr>
        <w:tc>
          <w:tcPr>
            <w:tcW w:w="9851" w:type="dxa"/>
            <w:gridSpan w:val="3"/>
          </w:tcPr>
          <w:p w14:paraId="658C69D3" w14:textId="77777777" w:rsidR="00A2028E" w:rsidRPr="00541E0B" w:rsidRDefault="00A2028E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  <w:tr w:rsidR="004F5920" w:rsidRPr="00B92A3B" w14:paraId="764FA063" w14:textId="77777777" w:rsidTr="00E6474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8" w:type="dxa"/>
          <w:wAfter w:w="98" w:type="dxa"/>
        </w:trPr>
        <w:tc>
          <w:tcPr>
            <w:tcW w:w="9735" w:type="dxa"/>
          </w:tcPr>
          <w:p w14:paraId="19A7EA12" w14:textId="77777777" w:rsidR="004F5920" w:rsidRDefault="004F5920" w:rsidP="00297ECF">
            <w:pPr>
              <w:spacing w:before="36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Lieu et Date : …………………………</w:t>
            </w:r>
            <w:proofErr w:type="gramStart"/>
            <w:r>
              <w:rPr>
                <w:b/>
                <w:sz w:val="22"/>
                <w:lang w:val="fr-FR"/>
              </w:rPr>
              <w:t>…….</w:t>
            </w:r>
            <w:proofErr w:type="gramEnd"/>
            <w:r>
              <w:rPr>
                <w:b/>
                <w:sz w:val="22"/>
                <w:lang w:val="fr-FR"/>
              </w:rPr>
              <w:t>.</w:t>
            </w:r>
          </w:p>
          <w:p w14:paraId="59CB6504" w14:textId="77777777" w:rsidR="004F5920" w:rsidRPr="00473E88" w:rsidRDefault="004F5920" w:rsidP="00297ECF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14:paraId="6AEF384C" w14:textId="77777777" w:rsidR="004F5920" w:rsidRPr="00235620" w:rsidRDefault="004F5920" w:rsidP="00297ECF">
            <w:pPr>
              <w:rPr>
                <w:lang w:val="fr-FR"/>
              </w:rPr>
            </w:pPr>
          </w:p>
        </w:tc>
      </w:tr>
    </w:tbl>
    <w:p w14:paraId="1F9F0F27" w14:textId="77777777" w:rsidR="004219CA" w:rsidRDefault="004219CA">
      <w:pPr>
        <w:rPr>
          <w:lang w:val="fr-FR"/>
        </w:rPr>
      </w:pPr>
    </w:p>
    <w:p w14:paraId="2CA1C14E" w14:textId="77777777" w:rsidR="006B7F8A" w:rsidRPr="00C41CBD" w:rsidRDefault="006B7F8A" w:rsidP="00264E3E">
      <w:pPr>
        <w:rPr>
          <w:b/>
          <w:sz w:val="22"/>
          <w:lang w:val="fr-FR"/>
        </w:rPr>
      </w:pPr>
    </w:p>
    <w:sectPr w:rsidR="006B7F8A" w:rsidRPr="00C41CBD" w:rsidSect="00E64742">
      <w:headerReference w:type="default" r:id="rId7"/>
      <w:footerReference w:type="default" r:id="rId8"/>
      <w:pgSz w:w="11906" w:h="16838"/>
      <w:pgMar w:top="141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15747" w14:textId="77777777" w:rsidR="00CD261A" w:rsidRDefault="00CD261A">
      <w:r>
        <w:separator/>
      </w:r>
    </w:p>
  </w:endnote>
  <w:endnote w:type="continuationSeparator" w:id="0">
    <w:p w14:paraId="1F5FFE0C" w14:textId="77777777" w:rsidR="00CD261A" w:rsidRDefault="00CD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98560" w14:textId="77777777" w:rsidR="00101B21" w:rsidRPr="00B92A3B" w:rsidRDefault="000736DF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14:paraId="0BBEA326" w14:textId="77777777" w:rsidR="00101B21" w:rsidRPr="00C60ACB" w:rsidRDefault="00101B21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955E1" w14:textId="77777777" w:rsidR="00CD261A" w:rsidRDefault="00CD261A">
      <w:r>
        <w:separator/>
      </w:r>
    </w:p>
  </w:footnote>
  <w:footnote w:type="continuationSeparator" w:id="0">
    <w:p w14:paraId="186CC2B3" w14:textId="77777777" w:rsidR="00CD261A" w:rsidRDefault="00CD2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18EBF" w14:textId="77777777" w:rsidR="00101B21" w:rsidRPr="00F33AD8" w:rsidRDefault="00B92A3B" w:rsidP="00732F2E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E252F" w14:textId="77777777" w:rsidR="00101B21" w:rsidRDefault="00101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86988451">
    <w:abstractNumId w:val="0"/>
  </w:num>
  <w:num w:numId="2" w16cid:durableId="626934844">
    <w:abstractNumId w:val="15"/>
  </w:num>
  <w:num w:numId="3" w16cid:durableId="1118329275">
    <w:abstractNumId w:val="19"/>
  </w:num>
  <w:num w:numId="4" w16cid:durableId="64232649">
    <w:abstractNumId w:val="1"/>
  </w:num>
  <w:num w:numId="5" w16cid:durableId="871500935">
    <w:abstractNumId w:val="11"/>
  </w:num>
  <w:num w:numId="6" w16cid:durableId="485753763">
    <w:abstractNumId w:val="4"/>
  </w:num>
  <w:num w:numId="7" w16cid:durableId="1255478749">
    <w:abstractNumId w:val="7"/>
  </w:num>
  <w:num w:numId="8" w16cid:durableId="1843277573">
    <w:abstractNumId w:val="20"/>
  </w:num>
  <w:num w:numId="9" w16cid:durableId="529496766">
    <w:abstractNumId w:val="3"/>
  </w:num>
  <w:num w:numId="10" w16cid:durableId="1019233575">
    <w:abstractNumId w:val="17"/>
  </w:num>
  <w:num w:numId="11" w16cid:durableId="614753816">
    <w:abstractNumId w:val="10"/>
  </w:num>
  <w:num w:numId="12" w16cid:durableId="23747980">
    <w:abstractNumId w:val="13"/>
  </w:num>
  <w:num w:numId="13" w16cid:durableId="731468428">
    <w:abstractNumId w:val="9"/>
  </w:num>
  <w:num w:numId="14" w16cid:durableId="592012068">
    <w:abstractNumId w:val="5"/>
  </w:num>
  <w:num w:numId="15" w16cid:durableId="492061560">
    <w:abstractNumId w:val="18"/>
  </w:num>
  <w:num w:numId="16" w16cid:durableId="322120991">
    <w:abstractNumId w:val="8"/>
  </w:num>
  <w:num w:numId="17" w16cid:durableId="194195190">
    <w:abstractNumId w:val="16"/>
  </w:num>
  <w:num w:numId="18" w16cid:durableId="797378152">
    <w:abstractNumId w:val="15"/>
  </w:num>
  <w:num w:numId="19" w16cid:durableId="1249582744">
    <w:abstractNumId w:val="15"/>
    <w:lvlOverride w:ilvl="0">
      <w:startOverride w:val="5"/>
    </w:lvlOverride>
  </w:num>
  <w:num w:numId="20" w16cid:durableId="6777809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0328212">
    <w:abstractNumId w:val="2"/>
  </w:num>
  <w:num w:numId="22" w16cid:durableId="2002927371">
    <w:abstractNumId w:val="12"/>
  </w:num>
  <w:num w:numId="23" w16cid:durableId="666446063">
    <w:abstractNumId w:val="14"/>
  </w:num>
  <w:num w:numId="24" w16cid:durableId="1265651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37B34"/>
    <w:rsid w:val="00056064"/>
    <w:rsid w:val="000736DF"/>
    <w:rsid w:val="000739FA"/>
    <w:rsid w:val="000A5D2F"/>
    <w:rsid w:val="000A5DF2"/>
    <w:rsid w:val="000C2A66"/>
    <w:rsid w:val="000C7EBC"/>
    <w:rsid w:val="000F2DF2"/>
    <w:rsid w:val="00101B21"/>
    <w:rsid w:val="00132037"/>
    <w:rsid w:val="00157976"/>
    <w:rsid w:val="001639AF"/>
    <w:rsid w:val="00163CEA"/>
    <w:rsid w:val="00172163"/>
    <w:rsid w:val="00174035"/>
    <w:rsid w:val="00180079"/>
    <w:rsid w:val="001814F8"/>
    <w:rsid w:val="0018364F"/>
    <w:rsid w:val="00185A63"/>
    <w:rsid w:val="001879C8"/>
    <w:rsid w:val="001934BA"/>
    <w:rsid w:val="001C0622"/>
    <w:rsid w:val="001D10BF"/>
    <w:rsid w:val="001E5D47"/>
    <w:rsid w:val="001F1424"/>
    <w:rsid w:val="001F216A"/>
    <w:rsid w:val="001F73ED"/>
    <w:rsid w:val="001F7E50"/>
    <w:rsid w:val="00235620"/>
    <w:rsid w:val="00264E3E"/>
    <w:rsid w:val="00266D90"/>
    <w:rsid w:val="002672A3"/>
    <w:rsid w:val="002753CE"/>
    <w:rsid w:val="002764D1"/>
    <w:rsid w:val="0028395F"/>
    <w:rsid w:val="00295552"/>
    <w:rsid w:val="002B37E2"/>
    <w:rsid w:val="002D4788"/>
    <w:rsid w:val="002E12A8"/>
    <w:rsid w:val="002E35C1"/>
    <w:rsid w:val="002E6297"/>
    <w:rsid w:val="003063F9"/>
    <w:rsid w:val="00310367"/>
    <w:rsid w:val="003300FF"/>
    <w:rsid w:val="0033538F"/>
    <w:rsid w:val="0034399E"/>
    <w:rsid w:val="00343BB9"/>
    <w:rsid w:val="00356B12"/>
    <w:rsid w:val="0035751F"/>
    <w:rsid w:val="003704A4"/>
    <w:rsid w:val="0037241D"/>
    <w:rsid w:val="003A0341"/>
    <w:rsid w:val="003B79B4"/>
    <w:rsid w:val="003E2D00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71DA4"/>
    <w:rsid w:val="00473E88"/>
    <w:rsid w:val="00476869"/>
    <w:rsid w:val="004770C0"/>
    <w:rsid w:val="00492B92"/>
    <w:rsid w:val="00495B2D"/>
    <w:rsid w:val="004A6220"/>
    <w:rsid w:val="004B58E7"/>
    <w:rsid w:val="004B77B3"/>
    <w:rsid w:val="004C5CF5"/>
    <w:rsid w:val="004E2997"/>
    <w:rsid w:val="004F5920"/>
    <w:rsid w:val="004F5D34"/>
    <w:rsid w:val="00500145"/>
    <w:rsid w:val="005152C6"/>
    <w:rsid w:val="00541E0B"/>
    <w:rsid w:val="00544A93"/>
    <w:rsid w:val="00561A58"/>
    <w:rsid w:val="00583BEA"/>
    <w:rsid w:val="005A4AB6"/>
    <w:rsid w:val="005B4224"/>
    <w:rsid w:val="005D6C9B"/>
    <w:rsid w:val="005E145A"/>
    <w:rsid w:val="005E17D4"/>
    <w:rsid w:val="005E6AE4"/>
    <w:rsid w:val="006010BD"/>
    <w:rsid w:val="0060331D"/>
    <w:rsid w:val="00654FDB"/>
    <w:rsid w:val="006658A6"/>
    <w:rsid w:val="00677EC3"/>
    <w:rsid w:val="00681D31"/>
    <w:rsid w:val="006823DC"/>
    <w:rsid w:val="0068759C"/>
    <w:rsid w:val="00690641"/>
    <w:rsid w:val="00697F82"/>
    <w:rsid w:val="006A3F10"/>
    <w:rsid w:val="006B604A"/>
    <w:rsid w:val="006B6504"/>
    <w:rsid w:val="006B7F8A"/>
    <w:rsid w:val="006E56B5"/>
    <w:rsid w:val="006F11D4"/>
    <w:rsid w:val="006F29DF"/>
    <w:rsid w:val="0071586A"/>
    <w:rsid w:val="0073073C"/>
    <w:rsid w:val="00732F2E"/>
    <w:rsid w:val="00742BAC"/>
    <w:rsid w:val="00743161"/>
    <w:rsid w:val="00744559"/>
    <w:rsid w:val="0075283A"/>
    <w:rsid w:val="00757E32"/>
    <w:rsid w:val="00762B40"/>
    <w:rsid w:val="007914DF"/>
    <w:rsid w:val="00793D71"/>
    <w:rsid w:val="007A3704"/>
    <w:rsid w:val="007C0E94"/>
    <w:rsid w:val="007C3B60"/>
    <w:rsid w:val="007F639D"/>
    <w:rsid w:val="008132BD"/>
    <w:rsid w:val="00820BFB"/>
    <w:rsid w:val="00833E7A"/>
    <w:rsid w:val="00837E27"/>
    <w:rsid w:val="00843D4B"/>
    <w:rsid w:val="00855FF0"/>
    <w:rsid w:val="00864E5A"/>
    <w:rsid w:val="0087343F"/>
    <w:rsid w:val="00882046"/>
    <w:rsid w:val="0088730A"/>
    <w:rsid w:val="00893893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337EA"/>
    <w:rsid w:val="009428FE"/>
    <w:rsid w:val="009622D3"/>
    <w:rsid w:val="00962AA2"/>
    <w:rsid w:val="0098472B"/>
    <w:rsid w:val="009867B7"/>
    <w:rsid w:val="00993670"/>
    <w:rsid w:val="00995677"/>
    <w:rsid w:val="009956AB"/>
    <w:rsid w:val="009972C0"/>
    <w:rsid w:val="009D204F"/>
    <w:rsid w:val="009D2530"/>
    <w:rsid w:val="009D397C"/>
    <w:rsid w:val="009D3EEE"/>
    <w:rsid w:val="00A130DB"/>
    <w:rsid w:val="00A2028E"/>
    <w:rsid w:val="00A20FF7"/>
    <w:rsid w:val="00A370AB"/>
    <w:rsid w:val="00A37431"/>
    <w:rsid w:val="00A436DC"/>
    <w:rsid w:val="00A7683F"/>
    <w:rsid w:val="00AC259F"/>
    <w:rsid w:val="00AC2ECC"/>
    <w:rsid w:val="00AF398E"/>
    <w:rsid w:val="00AF3D35"/>
    <w:rsid w:val="00AF4331"/>
    <w:rsid w:val="00B017AA"/>
    <w:rsid w:val="00B12114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5032B"/>
    <w:rsid w:val="00C52C31"/>
    <w:rsid w:val="00C53C00"/>
    <w:rsid w:val="00C60ACB"/>
    <w:rsid w:val="00C60FF2"/>
    <w:rsid w:val="00C97598"/>
    <w:rsid w:val="00CC231D"/>
    <w:rsid w:val="00CD261A"/>
    <w:rsid w:val="00CF01D1"/>
    <w:rsid w:val="00CF72CC"/>
    <w:rsid w:val="00D043B6"/>
    <w:rsid w:val="00D23335"/>
    <w:rsid w:val="00D32CAE"/>
    <w:rsid w:val="00D36FEB"/>
    <w:rsid w:val="00D42C96"/>
    <w:rsid w:val="00D66308"/>
    <w:rsid w:val="00D85809"/>
    <w:rsid w:val="00D9045D"/>
    <w:rsid w:val="00DA3D60"/>
    <w:rsid w:val="00DB3354"/>
    <w:rsid w:val="00DC2D35"/>
    <w:rsid w:val="00DC6297"/>
    <w:rsid w:val="00DD11FC"/>
    <w:rsid w:val="00DE7937"/>
    <w:rsid w:val="00DF277C"/>
    <w:rsid w:val="00E009E4"/>
    <w:rsid w:val="00E0229E"/>
    <w:rsid w:val="00E04EED"/>
    <w:rsid w:val="00E121D5"/>
    <w:rsid w:val="00E22FA6"/>
    <w:rsid w:val="00E24527"/>
    <w:rsid w:val="00E268C5"/>
    <w:rsid w:val="00E271C3"/>
    <w:rsid w:val="00E64742"/>
    <w:rsid w:val="00E71788"/>
    <w:rsid w:val="00E71E9B"/>
    <w:rsid w:val="00E73C30"/>
    <w:rsid w:val="00E771ED"/>
    <w:rsid w:val="00E915E3"/>
    <w:rsid w:val="00E97B82"/>
    <w:rsid w:val="00EB5266"/>
    <w:rsid w:val="00EB68B5"/>
    <w:rsid w:val="00ED35D3"/>
    <w:rsid w:val="00EE62DD"/>
    <w:rsid w:val="00EF204B"/>
    <w:rsid w:val="00F04FF4"/>
    <w:rsid w:val="00F10DE4"/>
    <w:rsid w:val="00F13CBB"/>
    <w:rsid w:val="00F33AD8"/>
    <w:rsid w:val="00F43E64"/>
    <w:rsid w:val="00F63113"/>
    <w:rsid w:val="00F65A97"/>
    <w:rsid w:val="00F76E3F"/>
    <w:rsid w:val="00FA1EB3"/>
    <w:rsid w:val="00FC3933"/>
    <w:rsid w:val="00FD5C52"/>
    <w:rsid w:val="00FD622D"/>
    <w:rsid w:val="00FF1622"/>
    <w:rsid w:val="00FF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rsid w:val="00F63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customStyle="1" w:styleId="Marginalleiste1">
    <w:name w:val="Marginalleiste 1"/>
    <w:basedOn w:val="Normal"/>
    <w:qFormat/>
    <w:rsid w:val="00DA3D60"/>
    <w:pPr>
      <w:framePr w:w="2841" w:h="3084" w:hSpace="181" w:wrap="around" w:vAnchor="page" w:h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HP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gtz</dc:creator>
  <cp:keywords/>
  <cp:lastModifiedBy>Camara, Fily Pierre GIZ ML</cp:lastModifiedBy>
  <cp:revision>3</cp:revision>
  <cp:lastPrinted>2020-03-16T15:32:00Z</cp:lastPrinted>
  <dcterms:created xsi:type="dcterms:W3CDTF">2024-09-10T12:16:00Z</dcterms:created>
  <dcterms:modified xsi:type="dcterms:W3CDTF">2024-09-10T12:19:00Z</dcterms:modified>
</cp:coreProperties>
</file>